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F28" w:rsidRDefault="00B22F28" w:rsidP="00561E42">
      <w:pPr>
        <w:jc w:val="center"/>
        <w:rPr>
          <w:sz w:val="32"/>
          <w:szCs w:val="32"/>
        </w:rPr>
      </w:pPr>
    </w:p>
    <w:p w:rsidR="009E0E13" w:rsidRPr="00975189" w:rsidRDefault="00B75C4B" w:rsidP="00561E42">
      <w:pPr>
        <w:jc w:val="center"/>
        <w:rPr>
          <w:sz w:val="32"/>
          <w:szCs w:val="32"/>
        </w:rPr>
      </w:pPr>
      <w:r>
        <w:rPr>
          <w:rFonts w:hint="eastAsia"/>
          <w:sz w:val="32"/>
          <w:szCs w:val="32"/>
        </w:rPr>
        <w:t>大分県暴力団排除条例に基づく</w:t>
      </w:r>
      <w:r w:rsidR="00347171" w:rsidRPr="00975189">
        <w:rPr>
          <w:rFonts w:hint="eastAsia"/>
          <w:sz w:val="32"/>
          <w:szCs w:val="32"/>
        </w:rPr>
        <w:t>誓約書</w:t>
      </w:r>
    </w:p>
    <w:p w:rsidR="009E0E13" w:rsidRDefault="009E0E13" w:rsidP="00F525A1">
      <w:pPr>
        <w:jc w:val="left"/>
      </w:pPr>
    </w:p>
    <w:p w:rsidR="009E0E13" w:rsidRPr="00975189" w:rsidRDefault="00347171" w:rsidP="00F525A1">
      <w:pPr>
        <w:ind w:leftChars="100" w:left="210"/>
        <w:jc w:val="left"/>
        <w:rPr>
          <w:rFonts w:ascii="ＭＳ 明朝" w:hAnsi="ＭＳ 明朝"/>
          <w:sz w:val="24"/>
          <w:szCs w:val="24"/>
        </w:rPr>
      </w:pPr>
      <w:r w:rsidRPr="00975189">
        <w:rPr>
          <w:rFonts w:ascii="ＭＳ 明朝" w:hAnsi="ＭＳ 明朝" w:hint="eastAsia"/>
          <w:sz w:val="24"/>
          <w:szCs w:val="24"/>
        </w:rPr>
        <w:t>私は、下記の事項について誓約します。</w:t>
      </w:r>
    </w:p>
    <w:p w:rsidR="009E0E13" w:rsidRPr="00975189" w:rsidRDefault="00347171" w:rsidP="00F525A1">
      <w:pPr>
        <w:ind w:leftChars="100" w:left="210"/>
        <w:jc w:val="left"/>
        <w:rPr>
          <w:rFonts w:ascii="ＭＳ 明朝" w:hAnsi="ＭＳ 明朝"/>
          <w:sz w:val="24"/>
          <w:szCs w:val="24"/>
        </w:rPr>
      </w:pPr>
      <w:r w:rsidRPr="00975189">
        <w:rPr>
          <w:rFonts w:ascii="ＭＳ 明朝" w:hAnsi="ＭＳ 明朝" w:hint="eastAsia"/>
          <w:sz w:val="24"/>
          <w:szCs w:val="24"/>
        </w:rPr>
        <w:t>なお、県が必要な場合には、大分県警察本部に照会することについて承諾します。</w:t>
      </w:r>
    </w:p>
    <w:p w:rsidR="009E0E13" w:rsidRPr="00975189" w:rsidRDefault="00347171" w:rsidP="00F525A1">
      <w:pPr>
        <w:ind w:leftChars="100" w:left="210"/>
        <w:jc w:val="left"/>
        <w:rPr>
          <w:rFonts w:ascii="ＭＳ 明朝" w:hAnsi="ＭＳ 明朝"/>
          <w:sz w:val="24"/>
          <w:szCs w:val="24"/>
        </w:rPr>
      </w:pPr>
      <w:r w:rsidRPr="00975189">
        <w:rPr>
          <w:rFonts w:ascii="ＭＳ 明朝" w:hAnsi="ＭＳ 明朝" w:hint="eastAsia"/>
          <w:sz w:val="24"/>
          <w:szCs w:val="24"/>
        </w:rPr>
        <w:t>また、照会で確認された情報は、今後、私が、大分県と行う他の契約における確認に利用することに同意します。</w:t>
      </w:r>
    </w:p>
    <w:p w:rsidR="009E0E13" w:rsidRDefault="009E0E13" w:rsidP="00F525A1">
      <w:pPr>
        <w:ind w:leftChars="100" w:left="210"/>
        <w:jc w:val="left"/>
        <w:rPr>
          <w:rFonts w:ascii="ＭＳ 明朝" w:hAnsi="ＭＳ 明朝"/>
          <w:sz w:val="24"/>
          <w:szCs w:val="24"/>
        </w:rPr>
      </w:pPr>
    </w:p>
    <w:p w:rsidR="009E0E13" w:rsidRDefault="00347171" w:rsidP="00F525A1">
      <w:pPr>
        <w:jc w:val="center"/>
        <w:rPr>
          <w:rFonts w:ascii="ＭＳ 明朝" w:hAnsi="ＭＳ 明朝"/>
          <w:sz w:val="24"/>
          <w:szCs w:val="24"/>
        </w:rPr>
      </w:pPr>
      <w:r w:rsidRPr="00975189">
        <w:rPr>
          <w:rFonts w:ascii="ＭＳ 明朝" w:hAnsi="ＭＳ 明朝" w:hint="eastAsia"/>
          <w:sz w:val="24"/>
          <w:szCs w:val="24"/>
        </w:rPr>
        <w:t>記</w:t>
      </w:r>
    </w:p>
    <w:p w:rsidR="009E0E13" w:rsidRPr="00975189" w:rsidRDefault="009E0E13" w:rsidP="00F525A1">
      <w:pPr>
        <w:jc w:val="left"/>
        <w:rPr>
          <w:rFonts w:ascii="ＭＳ 明朝" w:hAnsi="ＭＳ 明朝"/>
          <w:sz w:val="24"/>
          <w:szCs w:val="24"/>
        </w:rPr>
      </w:pPr>
    </w:p>
    <w:p w:rsidR="009E0E13" w:rsidRPr="00975189" w:rsidRDefault="00347171" w:rsidP="00F525A1">
      <w:pPr>
        <w:jc w:val="left"/>
        <w:rPr>
          <w:rFonts w:ascii="ＭＳ 明朝" w:hAnsi="ＭＳ 明朝"/>
          <w:sz w:val="24"/>
          <w:szCs w:val="24"/>
        </w:rPr>
      </w:pPr>
      <w:r w:rsidRPr="00975189">
        <w:rPr>
          <w:rFonts w:ascii="ＭＳ 明朝" w:hAnsi="ＭＳ 明朝" w:hint="eastAsia"/>
          <w:sz w:val="24"/>
          <w:szCs w:val="24"/>
        </w:rPr>
        <w:t>１　自己又は自己の役員等は、次の各号のいずれにも該当しません。</w:t>
      </w:r>
    </w:p>
    <w:p w:rsidR="009E0E13" w:rsidRPr="00975189" w:rsidRDefault="00347171" w:rsidP="00F525A1">
      <w:pPr>
        <w:ind w:left="720" w:hangingChars="300" w:hanging="720"/>
        <w:jc w:val="left"/>
        <w:rPr>
          <w:rFonts w:ascii="ＭＳ 明朝" w:hAnsi="ＭＳ 明朝"/>
          <w:sz w:val="24"/>
          <w:szCs w:val="24"/>
        </w:rPr>
      </w:pPr>
      <w:r w:rsidRPr="00975189">
        <w:rPr>
          <w:rFonts w:ascii="ＭＳ 明朝" w:hAnsi="ＭＳ 明朝" w:hint="eastAsia"/>
          <w:sz w:val="24"/>
          <w:szCs w:val="24"/>
        </w:rPr>
        <w:t>（１）暴力団（暴力団員による不当な行為の防止等に関する法律（平成３年法律第７７号）第２条第２号に規定する暴力団をいう。以下同じ。）</w:t>
      </w:r>
    </w:p>
    <w:p w:rsidR="009E0E13" w:rsidRPr="00975189" w:rsidRDefault="00347171" w:rsidP="00F525A1">
      <w:pPr>
        <w:ind w:left="720" w:hangingChars="300" w:hanging="720"/>
        <w:jc w:val="left"/>
        <w:rPr>
          <w:rFonts w:ascii="ＭＳ 明朝" w:hAnsi="ＭＳ 明朝"/>
          <w:sz w:val="24"/>
          <w:szCs w:val="24"/>
        </w:rPr>
      </w:pPr>
      <w:r w:rsidRPr="00975189">
        <w:rPr>
          <w:rFonts w:ascii="ＭＳ 明朝" w:hAnsi="ＭＳ 明朝" w:hint="eastAsia"/>
          <w:sz w:val="24"/>
          <w:szCs w:val="24"/>
        </w:rPr>
        <w:t>（２）暴力団員（同法第２条第６号に規定する暴力団員をいう。以下同じ。）</w:t>
      </w:r>
    </w:p>
    <w:p w:rsidR="009E0E13" w:rsidRPr="00975189" w:rsidRDefault="00347171" w:rsidP="00F525A1">
      <w:pPr>
        <w:ind w:left="720" w:hangingChars="300" w:hanging="720"/>
        <w:jc w:val="left"/>
        <w:rPr>
          <w:rFonts w:ascii="ＭＳ 明朝" w:hAnsi="ＭＳ 明朝"/>
          <w:sz w:val="24"/>
          <w:szCs w:val="24"/>
        </w:rPr>
      </w:pPr>
      <w:r w:rsidRPr="00975189">
        <w:rPr>
          <w:rFonts w:ascii="ＭＳ 明朝" w:hAnsi="ＭＳ 明朝" w:hint="eastAsia"/>
          <w:sz w:val="24"/>
          <w:szCs w:val="24"/>
        </w:rPr>
        <w:t>（３）暴力団員が役員となっている事業者</w:t>
      </w:r>
    </w:p>
    <w:p w:rsidR="009E0E13" w:rsidRPr="00975189" w:rsidRDefault="00347171" w:rsidP="00F525A1">
      <w:pPr>
        <w:ind w:left="720" w:hangingChars="300" w:hanging="720"/>
        <w:jc w:val="left"/>
        <w:rPr>
          <w:rFonts w:ascii="ＭＳ 明朝" w:hAnsi="ＭＳ 明朝"/>
          <w:sz w:val="24"/>
          <w:szCs w:val="24"/>
        </w:rPr>
      </w:pPr>
      <w:r w:rsidRPr="00975189">
        <w:rPr>
          <w:rFonts w:ascii="ＭＳ 明朝" w:hAnsi="ＭＳ 明朝" w:hint="eastAsia"/>
          <w:sz w:val="24"/>
          <w:szCs w:val="24"/>
        </w:rPr>
        <w:t>（４）暴力団員であることを知りながら、その者を雇用・使用している者</w:t>
      </w:r>
    </w:p>
    <w:p w:rsidR="009E0E13" w:rsidRPr="00975189" w:rsidRDefault="00347171" w:rsidP="00F525A1">
      <w:pPr>
        <w:ind w:left="720" w:hangingChars="300" w:hanging="720"/>
        <w:jc w:val="left"/>
        <w:rPr>
          <w:rFonts w:ascii="ＭＳ 明朝" w:hAnsi="ＭＳ 明朝"/>
          <w:sz w:val="24"/>
          <w:szCs w:val="24"/>
        </w:rPr>
      </w:pPr>
      <w:r w:rsidRPr="00975189">
        <w:rPr>
          <w:rFonts w:ascii="ＭＳ 明朝" w:hAnsi="ＭＳ 明朝" w:hint="eastAsia"/>
          <w:sz w:val="24"/>
          <w:szCs w:val="24"/>
        </w:rPr>
        <w:t>（５）暴力団員であることを知りながら、その者と下請契約又は資材、原材料の購入契約等を締結している者</w:t>
      </w:r>
    </w:p>
    <w:p w:rsidR="009E0E13" w:rsidRPr="00975189" w:rsidRDefault="00347171" w:rsidP="00F525A1">
      <w:pPr>
        <w:ind w:left="720" w:hangingChars="300" w:hanging="720"/>
        <w:jc w:val="left"/>
        <w:rPr>
          <w:rFonts w:ascii="ＭＳ 明朝" w:hAnsi="ＭＳ 明朝"/>
          <w:sz w:val="24"/>
          <w:szCs w:val="24"/>
        </w:rPr>
      </w:pPr>
      <w:r w:rsidRPr="00975189">
        <w:rPr>
          <w:rFonts w:ascii="ＭＳ 明朝" w:hAnsi="ＭＳ 明朝" w:hint="eastAsia"/>
          <w:sz w:val="24"/>
          <w:szCs w:val="24"/>
        </w:rPr>
        <w:t>（６）暴力団又は暴力団員に経済上の利益又は便宜を供与している者</w:t>
      </w:r>
    </w:p>
    <w:p w:rsidR="009E0E13" w:rsidRPr="00975189" w:rsidRDefault="00347171" w:rsidP="00F525A1">
      <w:pPr>
        <w:ind w:left="720" w:hangingChars="300" w:hanging="720"/>
        <w:jc w:val="left"/>
        <w:rPr>
          <w:rFonts w:ascii="ＭＳ 明朝" w:hAnsi="ＭＳ 明朝"/>
          <w:sz w:val="24"/>
          <w:szCs w:val="24"/>
        </w:rPr>
      </w:pPr>
      <w:r w:rsidRPr="00975189">
        <w:rPr>
          <w:rFonts w:ascii="ＭＳ 明朝" w:hAnsi="ＭＳ 明朝" w:hint="eastAsia"/>
          <w:sz w:val="24"/>
          <w:szCs w:val="24"/>
        </w:rPr>
        <w:t>（７）暴力団又は暴力団員と社会通念上ふさわしくない交際を有するなど社会的に非難される関係を有している者</w:t>
      </w:r>
    </w:p>
    <w:p w:rsidR="009E0E13" w:rsidRPr="00975189" w:rsidRDefault="00347171" w:rsidP="00F525A1">
      <w:pPr>
        <w:ind w:left="720" w:hangingChars="300" w:hanging="720"/>
        <w:jc w:val="left"/>
        <w:rPr>
          <w:rFonts w:ascii="ＭＳ 明朝" w:hAnsi="ＭＳ 明朝"/>
          <w:sz w:val="24"/>
          <w:szCs w:val="24"/>
        </w:rPr>
      </w:pPr>
      <w:r w:rsidRPr="00975189">
        <w:rPr>
          <w:rFonts w:ascii="ＭＳ 明朝" w:hAnsi="ＭＳ 明朝" w:hint="eastAsia"/>
          <w:sz w:val="24"/>
          <w:szCs w:val="24"/>
        </w:rPr>
        <w:t>（８）暴力団又は暴力団員であることを知りながらこれらを利用している者</w:t>
      </w:r>
    </w:p>
    <w:p w:rsidR="009E0E13" w:rsidRPr="00975189" w:rsidRDefault="009E0E13" w:rsidP="00F525A1">
      <w:pPr>
        <w:ind w:left="720" w:hangingChars="300" w:hanging="720"/>
        <w:jc w:val="left"/>
        <w:rPr>
          <w:rFonts w:ascii="ＭＳ 明朝" w:hAnsi="ＭＳ 明朝"/>
          <w:sz w:val="24"/>
          <w:szCs w:val="24"/>
        </w:rPr>
      </w:pPr>
    </w:p>
    <w:p w:rsidR="009E0E13" w:rsidRPr="00975189" w:rsidRDefault="00347171" w:rsidP="00F525A1">
      <w:pPr>
        <w:ind w:left="480" w:hangingChars="200" w:hanging="480"/>
        <w:jc w:val="left"/>
        <w:rPr>
          <w:rFonts w:ascii="ＭＳ 明朝" w:hAnsi="ＭＳ 明朝"/>
          <w:sz w:val="24"/>
          <w:szCs w:val="24"/>
        </w:rPr>
      </w:pPr>
      <w:r w:rsidRPr="00975189">
        <w:rPr>
          <w:rFonts w:ascii="ＭＳ 明朝" w:hAnsi="ＭＳ 明朝" w:hint="eastAsia"/>
          <w:sz w:val="24"/>
          <w:szCs w:val="24"/>
        </w:rPr>
        <w:t>２　１の（１）から（８）までに掲げる者が、その経営に実質的に関与している法人その他の団体又は個人ではありません。</w:t>
      </w:r>
    </w:p>
    <w:p w:rsidR="001B1656" w:rsidRPr="007F3B9B" w:rsidRDefault="001B1656" w:rsidP="001B1656">
      <w:pPr>
        <w:ind w:left="480" w:hangingChars="200" w:hanging="480"/>
        <w:jc w:val="left"/>
        <w:rPr>
          <w:rFonts w:ascii="ＭＳ 明朝" w:hAnsi="ＭＳ 明朝"/>
          <w:sz w:val="24"/>
          <w:szCs w:val="24"/>
        </w:rPr>
      </w:pPr>
    </w:p>
    <w:p w:rsidR="001B1656" w:rsidRPr="00975189" w:rsidRDefault="001B1656" w:rsidP="001B1656">
      <w:pPr>
        <w:ind w:left="960" w:hangingChars="400" w:hanging="960"/>
        <w:jc w:val="right"/>
        <w:rPr>
          <w:rFonts w:ascii="ＭＳ 明朝" w:hAnsi="ＭＳ 明朝"/>
          <w:sz w:val="24"/>
          <w:szCs w:val="24"/>
        </w:rPr>
      </w:pPr>
      <w:r>
        <w:rPr>
          <w:rFonts w:ascii="ＭＳ 明朝" w:hAnsi="ＭＳ 明朝" w:hint="eastAsia"/>
          <w:sz w:val="24"/>
          <w:szCs w:val="24"/>
        </w:rPr>
        <w:t xml:space="preserve">令和　　</w:t>
      </w:r>
      <w:r w:rsidRPr="00975189">
        <w:rPr>
          <w:rFonts w:ascii="ＭＳ 明朝" w:hAnsi="ＭＳ 明朝" w:hint="eastAsia"/>
          <w:sz w:val="24"/>
          <w:szCs w:val="24"/>
        </w:rPr>
        <w:t>年　　月　　日</w:t>
      </w:r>
    </w:p>
    <w:p w:rsidR="001B1656" w:rsidRPr="00975189" w:rsidRDefault="001B1656" w:rsidP="001B1656">
      <w:pPr>
        <w:rPr>
          <w:rFonts w:ascii="ＭＳ 明朝" w:hAnsi="ＭＳ 明朝"/>
          <w:sz w:val="24"/>
          <w:szCs w:val="24"/>
        </w:rPr>
      </w:pPr>
    </w:p>
    <w:p w:rsidR="001B1656" w:rsidRPr="00975189" w:rsidRDefault="001B1656" w:rsidP="001B1656">
      <w:pPr>
        <w:rPr>
          <w:rFonts w:ascii="ＭＳ 明朝" w:hAnsi="ＭＳ 明朝"/>
          <w:sz w:val="24"/>
          <w:szCs w:val="24"/>
        </w:rPr>
      </w:pPr>
      <w:r w:rsidRPr="00975189">
        <w:rPr>
          <w:rFonts w:ascii="ＭＳ 明朝" w:hAnsi="ＭＳ 明朝" w:hint="eastAsia"/>
          <w:sz w:val="24"/>
          <w:szCs w:val="24"/>
        </w:rPr>
        <w:t xml:space="preserve">大分県知事　</w:t>
      </w:r>
      <w:r w:rsidR="00E72D96">
        <w:rPr>
          <w:rFonts w:ascii="ＭＳ 明朝" w:hAnsi="ＭＳ 明朝" w:hint="eastAsia"/>
          <w:sz w:val="24"/>
          <w:szCs w:val="24"/>
        </w:rPr>
        <w:t xml:space="preserve">　　　　　</w:t>
      </w:r>
      <w:bookmarkStart w:id="0" w:name="_GoBack"/>
      <w:bookmarkEnd w:id="0"/>
      <w:r>
        <w:rPr>
          <w:rFonts w:ascii="ＭＳ 明朝" w:hAnsi="ＭＳ 明朝" w:hint="eastAsia"/>
          <w:sz w:val="24"/>
          <w:szCs w:val="24"/>
        </w:rPr>
        <w:t xml:space="preserve">　</w:t>
      </w:r>
      <w:r w:rsidRPr="00975189">
        <w:rPr>
          <w:rFonts w:ascii="ＭＳ 明朝" w:hAnsi="ＭＳ 明朝" w:hint="eastAsia"/>
          <w:sz w:val="24"/>
          <w:szCs w:val="24"/>
        </w:rPr>
        <w:t>殿</w:t>
      </w:r>
    </w:p>
    <w:p w:rsidR="001B1656" w:rsidRPr="00975189" w:rsidRDefault="001B1656" w:rsidP="001B1656">
      <w:pPr>
        <w:rPr>
          <w:rFonts w:ascii="ＭＳ 明朝" w:hAnsi="ＭＳ 明朝"/>
          <w:sz w:val="24"/>
          <w:szCs w:val="24"/>
        </w:rPr>
      </w:pPr>
    </w:p>
    <w:p w:rsidR="009E0E13" w:rsidRPr="00975189" w:rsidRDefault="00561E42" w:rsidP="009E0E13">
      <w:pPr>
        <w:rPr>
          <w:rFonts w:ascii="ＭＳ 明朝" w:hAnsi="ＭＳ 明朝"/>
          <w:sz w:val="24"/>
          <w:szCs w:val="24"/>
        </w:rPr>
      </w:pPr>
      <w:r>
        <w:rPr>
          <w:rFonts w:ascii="ＭＳ 明朝" w:hAnsi="ＭＳ 明朝" w:hint="eastAsia"/>
          <w:sz w:val="24"/>
          <w:szCs w:val="24"/>
        </w:rPr>
        <w:t xml:space="preserve">　　</w:t>
      </w:r>
      <w:r w:rsidR="00347171" w:rsidRPr="00975189">
        <w:rPr>
          <w:rFonts w:ascii="ＭＳ 明朝" w:hAnsi="ＭＳ 明朝" w:hint="eastAsia"/>
          <w:sz w:val="24"/>
          <w:szCs w:val="24"/>
        </w:rPr>
        <w:t>〔法人、団体にあっては</w:t>
      </w:r>
      <w:r w:rsidR="00A31CF6" w:rsidRPr="00AF7164">
        <w:rPr>
          <w:rFonts w:ascii="ＭＳ 明朝" w:hAnsi="ＭＳ 明朝" w:hint="eastAsia"/>
          <w:sz w:val="24"/>
          <w:szCs w:val="24"/>
        </w:rPr>
        <w:t>本店又は本社</w:t>
      </w:r>
      <w:r w:rsidR="00347171" w:rsidRPr="00975189">
        <w:rPr>
          <w:rFonts w:ascii="ＭＳ 明朝" w:hAnsi="ＭＳ 明朝" w:hint="eastAsia"/>
          <w:sz w:val="24"/>
          <w:szCs w:val="24"/>
        </w:rPr>
        <w:t>所在地〕</w:t>
      </w:r>
    </w:p>
    <w:p w:rsidR="00561E42" w:rsidRDefault="00561E42" w:rsidP="00561E42">
      <w:pPr>
        <w:rPr>
          <w:rFonts w:ascii="ＭＳ 明朝" w:hAnsi="ＭＳ 明朝"/>
          <w:sz w:val="24"/>
          <w:szCs w:val="24"/>
        </w:rPr>
      </w:pPr>
    </w:p>
    <w:p w:rsidR="00A31CF6" w:rsidRPr="00A31CF6" w:rsidRDefault="009E0E13" w:rsidP="00561E42">
      <w:pPr>
        <w:rPr>
          <w:rFonts w:ascii="ＭＳ 明朝" w:hAnsi="ＭＳ 明朝"/>
          <w:sz w:val="24"/>
          <w:szCs w:val="24"/>
        </w:rPr>
      </w:pPr>
      <w:r w:rsidRPr="00975189">
        <w:rPr>
          <w:rFonts w:ascii="ＭＳ 明朝" w:hAnsi="ＭＳ 明朝" w:hint="eastAsia"/>
          <w:sz w:val="24"/>
          <w:szCs w:val="24"/>
        </w:rPr>
        <w:t xml:space="preserve">　　　住　　</w:t>
      </w:r>
      <w:r w:rsidR="00347171">
        <w:rPr>
          <w:rFonts w:ascii="ＭＳ 明朝" w:hAnsi="ＭＳ 明朝" w:hint="eastAsia"/>
          <w:sz w:val="24"/>
          <w:szCs w:val="24"/>
        </w:rPr>
        <w:t xml:space="preserve">　</w:t>
      </w:r>
      <w:r w:rsidRPr="00975189">
        <w:rPr>
          <w:rFonts w:ascii="ＭＳ 明朝" w:hAnsi="ＭＳ 明朝" w:hint="eastAsia"/>
          <w:sz w:val="24"/>
          <w:szCs w:val="24"/>
        </w:rPr>
        <w:t>所</w:t>
      </w:r>
    </w:p>
    <w:p w:rsidR="00A31CF6" w:rsidRPr="00A31CF6" w:rsidRDefault="00A31CF6" w:rsidP="00561E42">
      <w:pPr>
        <w:rPr>
          <w:rFonts w:ascii="ＭＳ 明朝" w:hAnsi="ＭＳ 明朝"/>
          <w:sz w:val="24"/>
          <w:szCs w:val="24"/>
          <w:u w:val="single"/>
        </w:rPr>
      </w:pPr>
    </w:p>
    <w:p w:rsidR="009E0E13" w:rsidRPr="00AF7164" w:rsidRDefault="00A31CF6" w:rsidP="00561E42">
      <w:pPr>
        <w:jc w:val="left"/>
        <w:rPr>
          <w:rFonts w:ascii="ＭＳ 明朝" w:hAnsi="ＭＳ 明朝"/>
          <w:sz w:val="24"/>
          <w:szCs w:val="24"/>
        </w:rPr>
      </w:pPr>
      <w:r>
        <w:rPr>
          <w:rFonts w:ascii="ＭＳ 明朝" w:hAnsi="ＭＳ 明朝" w:hint="eastAsia"/>
          <w:sz w:val="24"/>
          <w:szCs w:val="24"/>
        </w:rPr>
        <w:t xml:space="preserve">　　　</w:t>
      </w:r>
      <w:r w:rsidRPr="00E23530">
        <w:rPr>
          <w:rFonts w:ascii="ＭＳ 明朝" w:hAnsi="ＭＳ 明朝" w:hint="eastAsia"/>
          <w:w w:val="83"/>
          <w:kern w:val="0"/>
          <w:sz w:val="24"/>
          <w:szCs w:val="24"/>
          <w:fitText w:val="1200" w:id="2073285376"/>
        </w:rPr>
        <w:t>商号又は名称</w:t>
      </w:r>
    </w:p>
    <w:p w:rsidR="00A31CF6" w:rsidRDefault="00A31CF6" w:rsidP="00561E42">
      <w:pPr>
        <w:rPr>
          <w:rFonts w:ascii="ＭＳ 明朝" w:hAnsi="ＭＳ 明朝"/>
          <w:sz w:val="24"/>
          <w:szCs w:val="24"/>
        </w:rPr>
      </w:pPr>
    </w:p>
    <w:p w:rsidR="009E0E13" w:rsidRDefault="00347171" w:rsidP="00561E42">
      <w:pPr>
        <w:rPr>
          <w:rFonts w:ascii="ＭＳ 明朝" w:hAnsi="ＭＳ 明朝"/>
          <w:sz w:val="24"/>
          <w:szCs w:val="24"/>
        </w:rPr>
      </w:pPr>
      <w:r>
        <w:rPr>
          <w:rFonts w:ascii="ＭＳ 明朝" w:hAnsi="ＭＳ 明朝" w:hint="eastAsia"/>
          <w:sz w:val="24"/>
          <w:szCs w:val="24"/>
        </w:rPr>
        <w:t xml:space="preserve">　　</w:t>
      </w:r>
      <w:r w:rsidR="00561E42">
        <w:rPr>
          <w:rFonts w:ascii="ＭＳ 明朝" w:hAnsi="ＭＳ 明朝" w:hint="eastAsia"/>
          <w:sz w:val="24"/>
          <w:szCs w:val="24"/>
        </w:rPr>
        <w:t xml:space="preserve">　(</w:t>
      </w:r>
      <w:r w:rsidRPr="00975189">
        <w:rPr>
          <w:rFonts w:ascii="ＭＳ 明朝" w:hAnsi="ＭＳ 明朝" w:hint="eastAsia"/>
          <w:sz w:val="24"/>
          <w:szCs w:val="24"/>
        </w:rPr>
        <w:t>ふりがな</w:t>
      </w:r>
      <w:r w:rsidR="00561E42">
        <w:rPr>
          <w:rFonts w:ascii="ＭＳ 明朝" w:hAnsi="ＭＳ 明朝" w:hint="eastAsia"/>
          <w:sz w:val="24"/>
          <w:szCs w:val="24"/>
        </w:rPr>
        <w:t>)</w:t>
      </w:r>
    </w:p>
    <w:p w:rsidR="009E0E13" w:rsidRPr="00975189" w:rsidRDefault="00561E42" w:rsidP="00561E42">
      <w:pPr>
        <w:jc w:val="left"/>
        <w:rPr>
          <w:rFonts w:ascii="ＭＳ 明朝" w:hAnsi="ＭＳ 明朝"/>
          <w:sz w:val="24"/>
          <w:szCs w:val="24"/>
          <w:u w:val="single"/>
        </w:rPr>
      </w:pPr>
      <w:r>
        <w:rPr>
          <w:rFonts w:ascii="ＭＳ 明朝" w:hAnsi="ＭＳ 明朝" w:hint="eastAsia"/>
          <w:sz w:val="24"/>
          <w:szCs w:val="24"/>
        </w:rPr>
        <w:t xml:space="preserve">　　　</w:t>
      </w:r>
      <w:r w:rsidR="00A31CF6">
        <w:rPr>
          <w:rFonts w:ascii="ＭＳ 明朝" w:hAnsi="ＭＳ 明朝" w:hint="eastAsia"/>
          <w:sz w:val="24"/>
          <w:szCs w:val="24"/>
          <w:u w:val="single"/>
        </w:rPr>
        <w:t>代表者氏名</w:t>
      </w:r>
      <w:r w:rsidR="00347171" w:rsidRPr="00975189">
        <w:rPr>
          <w:rFonts w:ascii="ＭＳ 明朝" w:hAnsi="ＭＳ 明朝" w:hint="eastAsia"/>
          <w:sz w:val="24"/>
          <w:szCs w:val="24"/>
          <w:u w:val="single"/>
        </w:rPr>
        <w:t xml:space="preserve">　　　　　　</w:t>
      </w:r>
      <w:r>
        <w:rPr>
          <w:rFonts w:ascii="ＭＳ 明朝" w:hAnsi="ＭＳ 明朝" w:hint="eastAsia"/>
          <w:sz w:val="24"/>
          <w:szCs w:val="24"/>
          <w:u w:val="single"/>
        </w:rPr>
        <w:t xml:space="preserve">　　　　　　　　</w:t>
      </w:r>
      <w:r w:rsidR="00347171" w:rsidRPr="00975189">
        <w:rPr>
          <w:rFonts w:ascii="ＭＳ 明朝" w:hAnsi="ＭＳ 明朝" w:hint="eastAsia"/>
          <w:sz w:val="24"/>
          <w:szCs w:val="24"/>
          <w:u w:val="single"/>
        </w:rPr>
        <w:t xml:space="preserve">　　　</w:t>
      </w:r>
      <w:r w:rsidR="007E2868">
        <w:rPr>
          <w:rFonts w:ascii="ＭＳ 明朝" w:hAnsi="ＭＳ 明朝" w:hint="eastAsia"/>
          <w:sz w:val="24"/>
          <w:szCs w:val="24"/>
          <w:u w:val="single"/>
        </w:rPr>
        <w:t xml:space="preserve">　</w:t>
      </w:r>
    </w:p>
    <w:p w:rsidR="009E0E13" w:rsidRPr="00975189" w:rsidRDefault="009E0E13" w:rsidP="00561E42">
      <w:pPr>
        <w:rPr>
          <w:rFonts w:ascii="ＭＳ 明朝" w:hAnsi="ＭＳ 明朝"/>
          <w:sz w:val="24"/>
          <w:szCs w:val="24"/>
        </w:rPr>
      </w:pPr>
    </w:p>
    <w:p w:rsidR="009E0E13" w:rsidRPr="00975189" w:rsidRDefault="00561E42" w:rsidP="00561E42">
      <w:pPr>
        <w:rPr>
          <w:rFonts w:ascii="ＭＳ 明朝" w:hAnsi="ＭＳ 明朝"/>
          <w:sz w:val="24"/>
          <w:szCs w:val="24"/>
          <w:u w:val="single"/>
        </w:rPr>
      </w:pPr>
      <w:r w:rsidRPr="00561E42">
        <w:rPr>
          <w:rFonts w:ascii="ＭＳ 明朝" w:hAnsi="ＭＳ 明朝" w:hint="eastAsia"/>
          <w:sz w:val="24"/>
          <w:szCs w:val="24"/>
        </w:rPr>
        <w:t xml:space="preserve">　　　</w:t>
      </w:r>
      <w:r w:rsidR="00347171" w:rsidRPr="00975189">
        <w:rPr>
          <w:rFonts w:ascii="ＭＳ 明朝" w:hAnsi="ＭＳ 明朝" w:hint="eastAsia"/>
          <w:sz w:val="24"/>
          <w:szCs w:val="24"/>
          <w:u w:val="single"/>
        </w:rPr>
        <w:t>生年月日</w:t>
      </w:r>
      <w:r w:rsidR="00B22F28">
        <w:rPr>
          <w:rFonts w:ascii="ＭＳ 明朝" w:hAnsi="ＭＳ 明朝" w:hint="eastAsia"/>
          <w:sz w:val="24"/>
          <w:szCs w:val="24"/>
          <w:u w:val="single"/>
        </w:rPr>
        <w:t>（大正・昭和・平成）</w:t>
      </w:r>
      <w:r w:rsidR="00347171" w:rsidRPr="00975189">
        <w:rPr>
          <w:rFonts w:ascii="ＭＳ 明朝" w:hAnsi="ＭＳ 明朝" w:hint="eastAsia"/>
          <w:sz w:val="24"/>
          <w:szCs w:val="24"/>
          <w:u w:val="single"/>
        </w:rPr>
        <w:t xml:space="preserve">　　年　　月　　日(男・女）</w:t>
      </w:r>
    </w:p>
    <w:p w:rsidR="009E0E13" w:rsidRPr="00975189" w:rsidRDefault="009E0E13" w:rsidP="00561E42">
      <w:pPr>
        <w:rPr>
          <w:rFonts w:ascii="ＭＳ 明朝" w:hAnsi="ＭＳ 明朝"/>
          <w:sz w:val="24"/>
          <w:szCs w:val="24"/>
        </w:rPr>
      </w:pPr>
    </w:p>
    <w:p w:rsidR="009E1059" w:rsidRDefault="009E0E13" w:rsidP="003825BC">
      <w:pPr>
        <w:ind w:left="141" w:hangingChars="67" w:hanging="141"/>
      </w:pPr>
      <w:r>
        <w:rPr>
          <w:rFonts w:hint="eastAsia"/>
        </w:rPr>
        <w:t>※</w:t>
      </w:r>
      <w:r w:rsidR="00561E42">
        <w:rPr>
          <w:rFonts w:hint="eastAsia"/>
        </w:rPr>
        <w:t xml:space="preserve">　</w:t>
      </w:r>
      <w:r>
        <w:rPr>
          <w:rFonts w:hint="eastAsia"/>
        </w:rPr>
        <w:t>県では、大分県暴力団排除条例に基づき、行政事務全般から暴力団を排除するため、申請者に暴力団等でない旨の誓約をお願いしています。</w:t>
      </w:r>
    </w:p>
    <w:sectPr w:rsidR="009E1059" w:rsidSect="006808D1">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9D1" w:rsidRDefault="008839D1">
      <w:r>
        <w:separator/>
      </w:r>
    </w:p>
  </w:endnote>
  <w:endnote w:type="continuationSeparator" w:id="0">
    <w:p w:rsidR="008839D1" w:rsidRDefault="00883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OCRB">
    <w:panose1 w:val="020B0609020202020204"/>
    <w:charset w:val="00"/>
    <w:family w:val="modern"/>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FF9" w:rsidRDefault="00BB3FF9">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FF9" w:rsidRDefault="00BB3FF9">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FF9" w:rsidRDefault="00BB3FF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9D1" w:rsidRDefault="008839D1">
      <w:r>
        <w:separator/>
      </w:r>
    </w:p>
  </w:footnote>
  <w:footnote w:type="continuationSeparator" w:id="0">
    <w:p w:rsidR="008839D1" w:rsidRDefault="00883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FF9" w:rsidRDefault="00BB3FF9">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D19" w:rsidRDefault="008D14E2">
    <w:pPr>
      <w:pStyle w:val="a4"/>
    </w:pPr>
    <w:r>
      <w:rPr>
        <w:rFonts w:hint="eastAsia"/>
      </w:rPr>
      <w:t>第</w:t>
    </w:r>
    <w:r w:rsidR="00023D03">
      <w:rPr>
        <w:rFonts w:hint="eastAsia"/>
      </w:rPr>
      <w:t>６</w:t>
    </w:r>
    <w:r>
      <w:rPr>
        <w:rFonts w:hint="eastAsia"/>
      </w:rPr>
      <w:t>号様式</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FF9" w:rsidRDefault="00BB3FF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85A7F"/>
    <w:multiLevelType w:val="hybridMultilevel"/>
    <w:tmpl w:val="157480E2"/>
    <w:lvl w:ilvl="0" w:tplc="0409000F">
      <w:start w:val="1"/>
      <w:numFmt w:val="decimal"/>
      <w:lvlText w:val="%1."/>
      <w:lvlJc w:val="left"/>
      <w:pPr>
        <w:ind w:left="533" w:hanging="420"/>
      </w:p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100958AC"/>
    <w:multiLevelType w:val="hybridMultilevel"/>
    <w:tmpl w:val="BBE02EE8"/>
    <w:lvl w:ilvl="0" w:tplc="BFB07614">
      <w:start w:val="1"/>
      <w:numFmt w:val="decimalEnclosedCircle"/>
      <w:lvlText w:val="%1"/>
      <w:lvlJc w:val="left"/>
      <w:pPr>
        <w:ind w:left="741" w:hanging="360"/>
      </w:pPr>
      <w:rPr>
        <w:rFonts w:hint="default"/>
      </w:rPr>
    </w:lvl>
    <w:lvl w:ilvl="1" w:tplc="6D9EC1BC" w:tentative="1">
      <w:start w:val="1"/>
      <w:numFmt w:val="aiueoFullWidth"/>
      <w:lvlText w:val="(%2)"/>
      <w:lvlJc w:val="left"/>
      <w:pPr>
        <w:ind w:left="1221" w:hanging="420"/>
      </w:pPr>
    </w:lvl>
    <w:lvl w:ilvl="2" w:tplc="E788D8CA" w:tentative="1">
      <w:start w:val="1"/>
      <w:numFmt w:val="decimalEnclosedCircle"/>
      <w:lvlText w:val="%3"/>
      <w:lvlJc w:val="left"/>
      <w:pPr>
        <w:ind w:left="1641" w:hanging="420"/>
      </w:pPr>
    </w:lvl>
    <w:lvl w:ilvl="3" w:tplc="708C4352" w:tentative="1">
      <w:start w:val="1"/>
      <w:numFmt w:val="decimal"/>
      <w:lvlText w:val="%4."/>
      <w:lvlJc w:val="left"/>
      <w:pPr>
        <w:ind w:left="2061" w:hanging="420"/>
      </w:pPr>
    </w:lvl>
    <w:lvl w:ilvl="4" w:tplc="30742090" w:tentative="1">
      <w:start w:val="1"/>
      <w:numFmt w:val="aiueoFullWidth"/>
      <w:lvlText w:val="(%5)"/>
      <w:lvlJc w:val="left"/>
      <w:pPr>
        <w:ind w:left="2481" w:hanging="420"/>
      </w:pPr>
    </w:lvl>
    <w:lvl w:ilvl="5" w:tplc="ADF4DEA6" w:tentative="1">
      <w:start w:val="1"/>
      <w:numFmt w:val="decimalEnclosedCircle"/>
      <w:lvlText w:val="%6"/>
      <w:lvlJc w:val="left"/>
      <w:pPr>
        <w:ind w:left="2901" w:hanging="420"/>
      </w:pPr>
    </w:lvl>
    <w:lvl w:ilvl="6" w:tplc="2372556A" w:tentative="1">
      <w:start w:val="1"/>
      <w:numFmt w:val="decimal"/>
      <w:lvlText w:val="%7."/>
      <w:lvlJc w:val="left"/>
      <w:pPr>
        <w:ind w:left="3321" w:hanging="420"/>
      </w:pPr>
    </w:lvl>
    <w:lvl w:ilvl="7" w:tplc="30F229D2" w:tentative="1">
      <w:start w:val="1"/>
      <w:numFmt w:val="aiueoFullWidth"/>
      <w:lvlText w:val="(%8)"/>
      <w:lvlJc w:val="left"/>
      <w:pPr>
        <w:ind w:left="3741" w:hanging="420"/>
      </w:pPr>
    </w:lvl>
    <w:lvl w:ilvl="8" w:tplc="BFB4EBA6" w:tentative="1">
      <w:start w:val="1"/>
      <w:numFmt w:val="decimalEnclosedCircle"/>
      <w:lvlText w:val="%9"/>
      <w:lvlJc w:val="left"/>
      <w:pPr>
        <w:ind w:left="4161" w:hanging="420"/>
      </w:pPr>
    </w:lvl>
  </w:abstractNum>
  <w:abstractNum w:abstractNumId="2" w15:restartNumberingAfterBreak="0">
    <w:nsid w:val="2D9F6580"/>
    <w:multiLevelType w:val="hybridMultilevel"/>
    <w:tmpl w:val="038C5A00"/>
    <w:lvl w:ilvl="0" w:tplc="41CEF73A">
      <w:start w:val="1"/>
      <w:numFmt w:val="decimalEnclosedCircle"/>
      <w:lvlText w:val="%1"/>
      <w:lvlJc w:val="left"/>
      <w:pPr>
        <w:ind w:left="540" w:hanging="360"/>
      </w:pPr>
      <w:rPr>
        <w:rFonts w:hint="default"/>
      </w:rPr>
    </w:lvl>
    <w:lvl w:ilvl="1" w:tplc="03309E96" w:tentative="1">
      <w:start w:val="1"/>
      <w:numFmt w:val="aiueoFullWidth"/>
      <w:lvlText w:val="(%2)"/>
      <w:lvlJc w:val="left"/>
      <w:pPr>
        <w:ind w:left="1020" w:hanging="420"/>
      </w:pPr>
    </w:lvl>
    <w:lvl w:ilvl="2" w:tplc="884EC332" w:tentative="1">
      <w:start w:val="1"/>
      <w:numFmt w:val="decimalEnclosedCircle"/>
      <w:lvlText w:val="%3"/>
      <w:lvlJc w:val="left"/>
      <w:pPr>
        <w:ind w:left="1440" w:hanging="420"/>
      </w:pPr>
    </w:lvl>
    <w:lvl w:ilvl="3" w:tplc="EE8C1A60" w:tentative="1">
      <w:start w:val="1"/>
      <w:numFmt w:val="decimal"/>
      <w:lvlText w:val="%4."/>
      <w:lvlJc w:val="left"/>
      <w:pPr>
        <w:ind w:left="1860" w:hanging="420"/>
      </w:pPr>
    </w:lvl>
    <w:lvl w:ilvl="4" w:tplc="23608E20" w:tentative="1">
      <w:start w:val="1"/>
      <w:numFmt w:val="aiueoFullWidth"/>
      <w:lvlText w:val="(%5)"/>
      <w:lvlJc w:val="left"/>
      <w:pPr>
        <w:ind w:left="2280" w:hanging="420"/>
      </w:pPr>
    </w:lvl>
    <w:lvl w:ilvl="5" w:tplc="DF2C37B8" w:tentative="1">
      <w:start w:val="1"/>
      <w:numFmt w:val="decimalEnclosedCircle"/>
      <w:lvlText w:val="%6"/>
      <w:lvlJc w:val="left"/>
      <w:pPr>
        <w:ind w:left="2700" w:hanging="420"/>
      </w:pPr>
    </w:lvl>
    <w:lvl w:ilvl="6" w:tplc="03620900" w:tentative="1">
      <w:start w:val="1"/>
      <w:numFmt w:val="decimal"/>
      <w:lvlText w:val="%7."/>
      <w:lvlJc w:val="left"/>
      <w:pPr>
        <w:ind w:left="3120" w:hanging="420"/>
      </w:pPr>
    </w:lvl>
    <w:lvl w:ilvl="7" w:tplc="B4F6AEAC" w:tentative="1">
      <w:start w:val="1"/>
      <w:numFmt w:val="aiueoFullWidth"/>
      <w:lvlText w:val="(%8)"/>
      <w:lvlJc w:val="left"/>
      <w:pPr>
        <w:ind w:left="3540" w:hanging="420"/>
      </w:pPr>
    </w:lvl>
    <w:lvl w:ilvl="8" w:tplc="7E7E3716" w:tentative="1">
      <w:start w:val="1"/>
      <w:numFmt w:val="decimalEnclosedCircle"/>
      <w:lvlText w:val="%9"/>
      <w:lvlJc w:val="left"/>
      <w:pPr>
        <w:ind w:left="3960" w:hanging="420"/>
      </w:pPr>
    </w:lvl>
  </w:abstractNum>
  <w:abstractNum w:abstractNumId="3" w15:restartNumberingAfterBreak="0">
    <w:nsid w:val="5A2626DF"/>
    <w:multiLevelType w:val="hybridMultilevel"/>
    <w:tmpl w:val="EFB82E2E"/>
    <w:lvl w:ilvl="0" w:tplc="04090001">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embedSystemFonts/>
  <w:bordersDoNotSurroundHeader/>
  <w:bordersDoNotSurroundFooter/>
  <w:proofState w:spelling="clean" w:grammar="clean"/>
  <w:attachedTemplate r:id="rId1"/>
  <w:defaultTabStop w:val="720"/>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2DF"/>
    <w:rsid w:val="00001984"/>
    <w:rsid w:val="000076B1"/>
    <w:rsid w:val="00007EF8"/>
    <w:rsid w:val="000217DF"/>
    <w:rsid w:val="00023D03"/>
    <w:rsid w:val="00027034"/>
    <w:rsid w:val="000313AE"/>
    <w:rsid w:val="00031F89"/>
    <w:rsid w:val="00032DBF"/>
    <w:rsid w:val="00032E7F"/>
    <w:rsid w:val="0003304A"/>
    <w:rsid w:val="000339E3"/>
    <w:rsid w:val="00043FFD"/>
    <w:rsid w:val="00050D78"/>
    <w:rsid w:val="00064D0E"/>
    <w:rsid w:val="00066265"/>
    <w:rsid w:val="000717B1"/>
    <w:rsid w:val="00074446"/>
    <w:rsid w:val="00074A08"/>
    <w:rsid w:val="000A4C02"/>
    <w:rsid w:val="000A554C"/>
    <w:rsid w:val="000A67D7"/>
    <w:rsid w:val="000A6BA0"/>
    <w:rsid w:val="000A6C2B"/>
    <w:rsid w:val="000B6BDB"/>
    <w:rsid w:val="000C0CBE"/>
    <w:rsid w:val="000D1172"/>
    <w:rsid w:val="000D4466"/>
    <w:rsid w:val="000E1E91"/>
    <w:rsid w:val="000F2E8C"/>
    <w:rsid w:val="00101BB6"/>
    <w:rsid w:val="001072A7"/>
    <w:rsid w:val="00112D49"/>
    <w:rsid w:val="001159A2"/>
    <w:rsid w:val="00122667"/>
    <w:rsid w:val="00135C72"/>
    <w:rsid w:val="00144DCC"/>
    <w:rsid w:val="00151C4F"/>
    <w:rsid w:val="001815A0"/>
    <w:rsid w:val="001815D8"/>
    <w:rsid w:val="00185D52"/>
    <w:rsid w:val="00191D02"/>
    <w:rsid w:val="001B08CB"/>
    <w:rsid w:val="001B1656"/>
    <w:rsid w:val="001B325A"/>
    <w:rsid w:val="001B617E"/>
    <w:rsid w:val="001B6628"/>
    <w:rsid w:val="001B71FA"/>
    <w:rsid w:val="001C50B5"/>
    <w:rsid w:val="001C7FE8"/>
    <w:rsid w:val="001D30CF"/>
    <w:rsid w:val="001D6106"/>
    <w:rsid w:val="001E4B85"/>
    <w:rsid w:val="001E6D5E"/>
    <w:rsid w:val="001F1FB2"/>
    <w:rsid w:val="001F3B12"/>
    <w:rsid w:val="001F6BE0"/>
    <w:rsid w:val="001F7386"/>
    <w:rsid w:val="00202BE2"/>
    <w:rsid w:val="00211B80"/>
    <w:rsid w:val="00221691"/>
    <w:rsid w:val="002226CF"/>
    <w:rsid w:val="0022523A"/>
    <w:rsid w:val="0024173C"/>
    <w:rsid w:val="002430C1"/>
    <w:rsid w:val="00243F4B"/>
    <w:rsid w:val="00253B4C"/>
    <w:rsid w:val="00270AD4"/>
    <w:rsid w:val="00270AE4"/>
    <w:rsid w:val="00280B21"/>
    <w:rsid w:val="00282328"/>
    <w:rsid w:val="00286858"/>
    <w:rsid w:val="002A43C2"/>
    <w:rsid w:val="002B1930"/>
    <w:rsid w:val="002B2381"/>
    <w:rsid w:val="002C03C4"/>
    <w:rsid w:val="002C10A1"/>
    <w:rsid w:val="002D0E2D"/>
    <w:rsid w:val="002D0F0C"/>
    <w:rsid w:val="002E01F9"/>
    <w:rsid w:val="002E0B52"/>
    <w:rsid w:val="002E324A"/>
    <w:rsid w:val="00301124"/>
    <w:rsid w:val="00315DE8"/>
    <w:rsid w:val="003210F1"/>
    <w:rsid w:val="003326D2"/>
    <w:rsid w:val="003378C9"/>
    <w:rsid w:val="00344762"/>
    <w:rsid w:val="00347171"/>
    <w:rsid w:val="00353564"/>
    <w:rsid w:val="003568B8"/>
    <w:rsid w:val="003637DC"/>
    <w:rsid w:val="003640F8"/>
    <w:rsid w:val="003721F5"/>
    <w:rsid w:val="00375A87"/>
    <w:rsid w:val="003825BC"/>
    <w:rsid w:val="00384B4C"/>
    <w:rsid w:val="00385751"/>
    <w:rsid w:val="00386811"/>
    <w:rsid w:val="003A155D"/>
    <w:rsid w:val="003A56D4"/>
    <w:rsid w:val="003A7E41"/>
    <w:rsid w:val="003B452D"/>
    <w:rsid w:val="003C0A60"/>
    <w:rsid w:val="003C441B"/>
    <w:rsid w:val="003D40D1"/>
    <w:rsid w:val="003E35BB"/>
    <w:rsid w:val="003E5BB2"/>
    <w:rsid w:val="003F057C"/>
    <w:rsid w:val="003F6491"/>
    <w:rsid w:val="003F658F"/>
    <w:rsid w:val="004058E6"/>
    <w:rsid w:val="004101A8"/>
    <w:rsid w:val="00410AE0"/>
    <w:rsid w:val="00411494"/>
    <w:rsid w:val="004173D2"/>
    <w:rsid w:val="00426F8F"/>
    <w:rsid w:val="004423FE"/>
    <w:rsid w:val="004473D6"/>
    <w:rsid w:val="00457697"/>
    <w:rsid w:val="004628A8"/>
    <w:rsid w:val="00473A5B"/>
    <w:rsid w:val="00473B92"/>
    <w:rsid w:val="00477594"/>
    <w:rsid w:val="0048248C"/>
    <w:rsid w:val="004826F2"/>
    <w:rsid w:val="004A3D9C"/>
    <w:rsid w:val="004B3BF7"/>
    <w:rsid w:val="004C6B7D"/>
    <w:rsid w:val="004E14C3"/>
    <w:rsid w:val="004E31BE"/>
    <w:rsid w:val="004E34DF"/>
    <w:rsid w:val="004E45F8"/>
    <w:rsid w:val="004F0167"/>
    <w:rsid w:val="004F1AB8"/>
    <w:rsid w:val="004F27A1"/>
    <w:rsid w:val="00503A29"/>
    <w:rsid w:val="005102E6"/>
    <w:rsid w:val="005164CD"/>
    <w:rsid w:val="00520BF9"/>
    <w:rsid w:val="0053063D"/>
    <w:rsid w:val="00531AEF"/>
    <w:rsid w:val="0053249C"/>
    <w:rsid w:val="00534867"/>
    <w:rsid w:val="00537E59"/>
    <w:rsid w:val="005430A4"/>
    <w:rsid w:val="00554E76"/>
    <w:rsid w:val="005603F6"/>
    <w:rsid w:val="00561E42"/>
    <w:rsid w:val="00564B87"/>
    <w:rsid w:val="005739C4"/>
    <w:rsid w:val="00576CEB"/>
    <w:rsid w:val="005930C2"/>
    <w:rsid w:val="00593948"/>
    <w:rsid w:val="00595E1C"/>
    <w:rsid w:val="005A1BFA"/>
    <w:rsid w:val="005A47E9"/>
    <w:rsid w:val="005B0F2D"/>
    <w:rsid w:val="005B38B4"/>
    <w:rsid w:val="005B6CCD"/>
    <w:rsid w:val="005D06BF"/>
    <w:rsid w:val="005E019A"/>
    <w:rsid w:val="005E068F"/>
    <w:rsid w:val="005E3A27"/>
    <w:rsid w:val="005E75F9"/>
    <w:rsid w:val="00603D58"/>
    <w:rsid w:val="00604F50"/>
    <w:rsid w:val="0060557C"/>
    <w:rsid w:val="00606D5E"/>
    <w:rsid w:val="00611823"/>
    <w:rsid w:val="00614DE0"/>
    <w:rsid w:val="006174A7"/>
    <w:rsid w:val="00621113"/>
    <w:rsid w:val="00621AD6"/>
    <w:rsid w:val="0063771E"/>
    <w:rsid w:val="00640528"/>
    <w:rsid w:val="006460AE"/>
    <w:rsid w:val="00651805"/>
    <w:rsid w:val="006602C4"/>
    <w:rsid w:val="0066110D"/>
    <w:rsid w:val="00676517"/>
    <w:rsid w:val="006808D1"/>
    <w:rsid w:val="00696D1D"/>
    <w:rsid w:val="006B3D40"/>
    <w:rsid w:val="006C1FDD"/>
    <w:rsid w:val="006E5D39"/>
    <w:rsid w:val="006F1A74"/>
    <w:rsid w:val="007010A5"/>
    <w:rsid w:val="00704A9E"/>
    <w:rsid w:val="00705A56"/>
    <w:rsid w:val="007060F4"/>
    <w:rsid w:val="007105C2"/>
    <w:rsid w:val="007124F6"/>
    <w:rsid w:val="0071298C"/>
    <w:rsid w:val="00721EB7"/>
    <w:rsid w:val="00753DF6"/>
    <w:rsid w:val="00756F56"/>
    <w:rsid w:val="00761800"/>
    <w:rsid w:val="007674C0"/>
    <w:rsid w:val="007714EB"/>
    <w:rsid w:val="00787BCA"/>
    <w:rsid w:val="00787C47"/>
    <w:rsid w:val="007A288A"/>
    <w:rsid w:val="007B130C"/>
    <w:rsid w:val="007B4314"/>
    <w:rsid w:val="007B4514"/>
    <w:rsid w:val="007B4A73"/>
    <w:rsid w:val="007C078D"/>
    <w:rsid w:val="007C3494"/>
    <w:rsid w:val="007D62C6"/>
    <w:rsid w:val="007E2750"/>
    <w:rsid w:val="007E2868"/>
    <w:rsid w:val="007E541E"/>
    <w:rsid w:val="00803B92"/>
    <w:rsid w:val="00837B66"/>
    <w:rsid w:val="00842C21"/>
    <w:rsid w:val="00844E30"/>
    <w:rsid w:val="00844E4E"/>
    <w:rsid w:val="00853B74"/>
    <w:rsid w:val="00861D81"/>
    <w:rsid w:val="00862C7B"/>
    <w:rsid w:val="008716D8"/>
    <w:rsid w:val="00875836"/>
    <w:rsid w:val="008839D1"/>
    <w:rsid w:val="00890665"/>
    <w:rsid w:val="008912E7"/>
    <w:rsid w:val="0089344D"/>
    <w:rsid w:val="008947BE"/>
    <w:rsid w:val="0089714C"/>
    <w:rsid w:val="008A4E51"/>
    <w:rsid w:val="008B09D5"/>
    <w:rsid w:val="008B4621"/>
    <w:rsid w:val="008C640E"/>
    <w:rsid w:val="008D14E2"/>
    <w:rsid w:val="008F4BE1"/>
    <w:rsid w:val="008F53F2"/>
    <w:rsid w:val="008F7751"/>
    <w:rsid w:val="008F7891"/>
    <w:rsid w:val="008F7EF4"/>
    <w:rsid w:val="0090290D"/>
    <w:rsid w:val="00904145"/>
    <w:rsid w:val="00904A87"/>
    <w:rsid w:val="00922805"/>
    <w:rsid w:val="00926DEB"/>
    <w:rsid w:val="00935EF2"/>
    <w:rsid w:val="00944179"/>
    <w:rsid w:val="009451B8"/>
    <w:rsid w:val="00953906"/>
    <w:rsid w:val="00960737"/>
    <w:rsid w:val="00963F7B"/>
    <w:rsid w:val="00967291"/>
    <w:rsid w:val="00967BF4"/>
    <w:rsid w:val="009703AF"/>
    <w:rsid w:val="00970916"/>
    <w:rsid w:val="00975189"/>
    <w:rsid w:val="00975E2F"/>
    <w:rsid w:val="00981152"/>
    <w:rsid w:val="00990111"/>
    <w:rsid w:val="00990528"/>
    <w:rsid w:val="00990E40"/>
    <w:rsid w:val="009A59C4"/>
    <w:rsid w:val="009B5AFB"/>
    <w:rsid w:val="009B6ACA"/>
    <w:rsid w:val="009C12DF"/>
    <w:rsid w:val="009D0E24"/>
    <w:rsid w:val="009D23B2"/>
    <w:rsid w:val="009E0E13"/>
    <w:rsid w:val="009E1059"/>
    <w:rsid w:val="009E1E4D"/>
    <w:rsid w:val="009E26BE"/>
    <w:rsid w:val="009E6EA9"/>
    <w:rsid w:val="009E7937"/>
    <w:rsid w:val="009F468E"/>
    <w:rsid w:val="00A15854"/>
    <w:rsid w:val="00A15B82"/>
    <w:rsid w:val="00A16076"/>
    <w:rsid w:val="00A31CF1"/>
    <w:rsid w:val="00A31CF6"/>
    <w:rsid w:val="00A32B2A"/>
    <w:rsid w:val="00A35142"/>
    <w:rsid w:val="00A35F34"/>
    <w:rsid w:val="00A51081"/>
    <w:rsid w:val="00A51BB6"/>
    <w:rsid w:val="00A523BA"/>
    <w:rsid w:val="00A52F84"/>
    <w:rsid w:val="00A54F0D"/>
    <w:rsid w:val="00A55E01"/>
    <w:rsid w:val="00A61266"/>
    <w:rsid w:val="00A6754D"/>
    <w:rsid w:val="00A6788F"/>
    <w:rsid w:val="00A67ECD"/>
    <w:rsid w:val="00A729B4"/>
    <w:rsid w:val="00A74223"/>
    <w:rsid w:val="00A81258"/>
    <w:rsid w:val="00A96C09"/>
    <w:rsid w:val="00A97DD7"/>
    <w:rsid w:val="00AB1192"/>
    <w:rsid w:val="00AC5014"/>
    <w:rsid w:val="00AF2F09"/>
    <w:rsid w:val="00AF5055"/>
    <w:rsid w:val="00AF7164"/>
    <w:rsid w:val="00B05353"/>
    <w:rsid w:val="00B07F4E"/>
    <w:rsid w:val="00B15B4C"/>
    <w:rsid w:val="00B2143D"/>
    <w:rsid w:val="00B22F28"/>
    <w:rsid w:val="00B278F9"/>
    <w:rsid w:val="00B31D19"/>
    <w:rsid w:val="00B35591"/>
    <w:rsid w:val="00B42300"/>
    <w:rsid w:val="00B5275B"/>
    <w:rsid w:val="00B530D0"/>
    <w:rsid w:val="00B54CBA"/>
    <w:rsid w:val="00B55937"/>
    <w:rsid w:val="00B61C78"/>
    <w:rsid w:val="00B62C47"/>
    <w:rsid w:val="00B6388E"/>
    <w:rsid w:val="00B67BED"/>
    <w:rsid w:val="00B71B68"/>
    <w:rsid w:val="00B72A16"/>
    <w:rsid w:val="00B7580A"/>
    <w:rsid w:val="00B75C4B"/>
    <w:rsid w:val="00B77AAF"/>
    <w:rsid w:val="00BA27C0"/>
    <w:rsid w:val="00BA52BE"/>
    <w:rsid w:val="00BA7A41"/>
    <w:rsid w:val="00BB3FF9"/>
    <w:rsid w:val="00BB4262"/>
    <w:rsid w:val="00BC115B"/>
    <w:rsid w:val="00BC4D07"/>
    <w:rsid w:val="00BC4FBF"/>
    <w:rsid w:val="00BC6BF3"/>
    <w:rsid w:val="00BD46A3"/>
    <w:rsid w:val="00BE00C5"/>
    <w:rsid w:val="00BE1BA4"/>
    <w:rsid w:val="00BE4B23"/>
    <w:rsid w:val="00BF203C"/>
    <w:rsid w:val="00C05531"/>
    <w:rsid w:val="00C061F3"/>
    <w:rsid w:val="00C13330"/>
    <w:rsid w:val="00C14EBB"/>
    <w:rsid w:val="00C1665C"/>
    <w:rsid w:val="00C25EB9"/>
    <w:rsid w:val="00C2729A"/>
    <w:rsid w:val="00C37459"/>
    <w:rsid w:val="00C37D64"/>
    <w:rsid w:val="00C415D5"/>
    <w:rsid w:val="00C468CB"/>
    <w:rsid w:val="00C46C7F"/>
    <w:rsid w:val="00C5071F"/>
    <w:rsid w:val="00C56E34"/>
    <w:rsid w:val="00C6169A"/>
    <w:rsid w:val="00C707E8"/>
    <w:rsid w:val="00C70EA6"/>
    <w:rsid w:val="00C71D76"/>
    <w:rsid w:val="00C75A02"/>
    <w:rsid w:val="00CA140C"/>
    <w:rsid w:val="00CA2F7A"/>
    <w:rsid w:val="00CA76F1"/>
    <w:rsid w:val="00CB01BC"/>
    <w:rsid w:val="00CB388A"/>
    <w:rsid w:val="00CD18D9"/>
    <w:rsid w:val="00CD1A1B"/>
    <w:rsid w:val="00CD383C"/>
    <w:rsid w:val="00CE773E"/>
    <w:rsid w:val="00CF0EBE"/>
    <w:rsid w:val="00D04198"/>
    <w:rsid w:val="00D04593"/>
    <w:rsid w:val="00D11117"/>
    <w:rsid w:val="00D12B54"/>
    <w:rsid w:val="00D14536"/>
    <w:rsid w:val="00D222FE"/>
    <w:rsid w:val="00D23E81"/>
    <w:rsid w:val="00D33CF2"/>
    <w:rsid w:val="00D3569C"/>
    <w:rsid w:val="00D37EA4"/>
    <w:rsid w:val="00D51536"/>
    <w:rsid w:val="00D5603D"/>
    <w:rsid w:val="00D575EA"/>
    <w:rsid w:val="00D6037E"/>
    <w:rsid w:val="00D65822"/>
    <w:rsid w:val="00D72CBD"/>
    <w:rsid w:val="00D76FFD"/>
    <w:rsid w:val="00D82A3C"/>
    <w:rsid w:val="00D83F97"/>
    <w:rsid w:val="00D87AC6"/>
    <w:rsid w:val="00D9764E"/>
    <w:rsid w:val="00DA0D52"/>
    <w:rsid w:val="00DA2E9B"/>
    <w:rsid w:val="00DA4038"/>
    <w:rsid w:val="00DA5F00"/>
    <w:rsid w:val="00DB1B44"/>
    <w:rsid w:val="00DB1E22"/>
    <w:rsid w:val="00DB3F87"/>
    <w:rsid w:val="00DC3F0F"/>
    <w:rsid w:val="00DC7483"/>
    <w:rsid w:val="00DD4918"/>
    <w:rsid w:val="00DE40E1"/>
    <w:rsid w:val="00DE421F"/>
    <w:rsid w:val="00DE74E8"/>
    <w:rsid w:val="00DE7E0F"/>
    <w:rsid w:val="00DF24B3"/>
    <w:rsid w:val="00DF6748"/>
    <w:rsid w:val="00E024F6"/>
    <w:rsid w:val="00E05B08"/>
    <w:rsid w:val="00E05E79"/>
    <w:rsid w:val="00E15377"/>
    <w:rsid w:val="00E22F29"/>
    <w:rsid w:val="00E23530"/>
    <w:rsid w:val="00E44FAD"/>
    <w:rsid w:val="00E608ED"/>
    <w:rsid w:val="00E6337E"/>
    <w:rsid w:val="00E63AF9"/>
    <w:rsid w:val="00E647B0"/>
    <w:rsid w:val="00E67BE4"/>
    <w:rsid w:val="00E706CB"/>
    <w:rsid w:val="00E72D96"/>
    <w:rsid w:val="00E77F8A"/>
    <w:rsid w:val="00E86D6E"/>
    <w:rsid w:val="00E922F0"/>
    <w:rsid w:val="00EA4AE6"/>
    <w:rsid w:val="00EB1A99"/>
    <w:rsid w:val="00EB6122"/>
    <w:rsid w:val="00EC35CC"/>
    <w:rsid w:val="00EC6930"/>
    <w:rsid w:val="00ED4B9C"/>
    <w:rsid w:val="00EE158B"/>
    <w:rsid w:val="00EE2B8B"/>
    <w:rsid w:val="00F01485"/>
    <w:rsid w:val="00F06B80"/>
    <w:rsid w:val="00F1778D"/>
    <w:rsid w:val="00F17F59"/>
    <w:rsid w:val="00F21547"/>
    <w:rsid w:val="00F238E0"/>
    <w:rsid w:val="00F3000F"/>
    <w:rsid w:val="00F466F3"/>
    <w:rsid w:val="00F47D6D"/>
    <w:rsid w:val="00F525A1"/>
    <w:rsid w:val="00F62EED"/>
    <w:rsid w:val="00F82BB4"/>
    <w:rsid w:val="00F83346"/>
    <w:rsid w:val="00F95528"/>
    <w:rsid w:val="00FA331C"/>
    <w:rsid w:val="00FA3B70"/>
    <w:rsid w:val="00FA76D5"/>
    <w:rsid w:val="00FB36C3"/>
    <w:rsid w:val="00FB7314"/>
    <w:rsid w:val="00FB7B82"/>
    <w:rsid w:val="00FC07AE"/>
    <w:rsid w:val="00FC46EA"/>
    <w:rsid w:val="00FD1435"/>
    <w:rsid w:val="00FD5E8E"/>
    <w:rsid w:val="00FD661F"/>
    <w:rsid w:val="00FE3984"/>
    <w:rsid w:val="00FE4D0B"/>
    <w:rsid w:val="00FE536A"/>
    <w:rsid w:val="00FE634F"/>
    <w:rsid w:val="00FF7A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v:textbox inset="5.85pt,.7pt,5.85pt,.7pt"/>
    </o:shapedefaults>
    <o:shapelayout v:ext="edit">
      <o:idmap v:ext="edit" data="1"/>
    </o:shapelayout>
  </w:shapeDefaults>
  <w:decimalSymbol w:val="."/>
  <w:listSeparator w:val=","/>
  <w15:chartTrackingRefBased/>
  <w15:docId w15:val="{51397D9C-4D53-4560-86B9-CB44B9C3D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35" w:lineRule="exact"/>
      <w:jc w:val="both"/>
    </w:pPr>
    <w:rPr>
      <w:rFonts w:ascii="Times New Roman" w:hAnsi="Times New Roman" w:cs="ＭＳ 明朝"/>
      <w:spacing w:val="12"/>
    </w:rPr>
  </w:style>
  <w:style w:type="paragraph" w:styleId="a4">
    <w:name w:val="header"/>
    <w:basedOn w:val="a"/>
    <w:link w:val="a5"/>
    <w:uiPriority w:val="99"/>
    <w:unhideWhenUsed/>
    <w:rsid w:val="00B54CBA"/>
    <w:pPr>
      <w:tabs>
        <w:tab w:val="center" w:pos="4252"/>
        <w:tab w:val="right" w:pos="8504"/>
      </w:tabs>
      <w:snapToGrid w:val="0"/>
    </w:pPr>
  </w:style>
  <w:style w:type="character" w:customStyle="1" w:styleId="a5">
    <w:name w:val="ヘッダー (文字)"/>
    <w:basedOn w:val="a0"/>
    <w:link w:val="a4"/>
    <w:uiPriority w:val="99"/>
    <w:rsid w:val="00B54CBA"/>
  </w:style>
  <w:style w:type="paragraph" w:styleId="a6">
    <w:name w:val="footer"/>
    <w:basedOn w:val="a"/>
    <w:link w:val="a7"/>
    <w:uiPriority w:val="99"/>
    <w:unhideWhenUsed/>
    <w:rsid w:val="00B54CBA"/>
    <w:pPr>
      <w:tabs>
        <w:tab w:val="center" w:pos="4252"/>
        <w:tab w:val="right" w:pos="8504"/>
      </w:tabs>
      <w:snapToGrid w:val="0"/>
    </w:pPr>
  </w:style>
  <w:style w:type="character" w:customStyle="1" w:styleId="a7">
    <w:name w:val="フッター (文字)"/>
    <w:basedOn w:val="a0"/>
    <w:link w:val="a6"/>
    <w:uiPriority w:val="99"/>
    <w:rsid w:val="00B54CBA"/>
  </w:style>
  <w:style w:type="table" w:styleId="a8">
    <w:name w:val="Table Grid"/>
    <w:basedOn w:val="a1"/>
    <w:uiPriority w:val="59"/>
    <w:rsid w:val="00C0553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Title"/>
    <w:basedOn w:val="a"/>
    <w:next w:val="a"/>
    <w:link w:val="aa"/>
    <w:uiPriority w:val="10"/>
    <w:qFormat/>
    <w:rsid w:val="00A54F0D"/>
    <w:pPr>
      <w:spacing w:before="240" w:after="120"/>
      <w:jc w:val="center"/>
      <w:outlineLvl w:val="0"/>
    </w:pPr>
    <w:rPr>
      <w:rFonts w:ascii="Arial" w:eastAsia="ＭＳ ゴシック" w:hAnsi="Arial"/>
      <w:sz w:val="32"/>
      <w:szCs w:val="32"/>
    </w:rPr>
  </w:style>
  <w:style w:type="character" w:customStyle="1" w:styleId="aa">
    <w:name w:val="表題 (文字)"/>
    <w:link w:val="a9"/>
    <w:uiPriority w:val="10"/>
    <w:rsid w:val="00A54F0D"/>
    <w:rPr>
      <w:rFonts w:ascii="Arial" w:eastAsia="ＭＳ ゴシック" w:hAnsi="Arial" w:cs="Times New Roman"/>
      <w:kern w:val="2"/>
      <w:sz w:val="32"/>
      <w:szCs w:val="32"/>
    </w:rPr>
  </w:style>
  <w:style w:type="paragraph" w:customStyle="1" w:styleId="RA">
    <w:name w:val="R郵便番号A"/>
    <w:basedOn w:val="a"/>
    <w:rsid w:val="003A155D"/>
    <w:pPr>
      <w:adjustRightInd w:val="0"/>
      <w:snapToGrid w:val="0"/>
      <w:spacing w:before="10"/>
      <w:ind w:leftChars="-5" w:left="-5" w:right="-3391"/>
      <w:jc w:val="left"/>
    </w:pPr>
    <w:rPr>
      <w:rFonts w:ascii="ＭＳ ゴシック" w:eastAsia="ＭＳ ゴシック" w:hAnsi="OCRB"/>
      <w:spacing w:val="134"/>
      <w:kern w:val="0"/>
      <w:sz w:val="44"/>
      <w:szCs w:val="20"/>
      <w:lang w:bidi="he-IL"/>
    </w:rPr>
  </w:style>
  <w:style w:type="paragraph" w:customStyle="1" w:styleId="RB">
    <w:name w:val="R郵便番号B"/>
    <w:basedOn w:val="a"/>
    <w:rsid w:val="003A155D"/>
    <w:pPr>
      <w:wordWrap w:val="0"/>
      <w:adjustRightInd w:val="0"/>
      <w:snapToGrid w:val="0"/>
      <w:spacing w:before="10"/>
      <w:ind w:left="-5279" w:rightChars="-80" w:right="-80"/>
      <w:jc w:val="right"/>
    </w:pPr>
    <w:rPr>
      <w:rFonts w:ascii="ＭＳ ゴシック" w:eastAsia="ＭＳ ゴシック" w:hAnsi="OCRB"/>
      <w:snapToGrid w:val="0"/>
      <w:spacing w:val="120"/>
      <w:kern w:val="0"/>
      <w:sz w:val="44"/>
      <w:szCs w:val="20"/>
      <w:lang w:bidi="he-IL"/>
    </w:rPr>
  </w:style>
  <w:style w:type="paragraph" w:styleId="ab">
    <w:name w:val="Note Heading"/>
    <w:basedOn w:val="a"/>
    <w:next w:val="a"/>
    <w:link w:val="ac"/>
    <w:uiPriority w:val="99"/>
    <w:unhideWhenUsed/>
    <w:rsid w:val="00064D0E"/>
    <w:pPr>
      <w:jc w:val="center"/>
    </w:pPr>
    <w:rPr>
      <w:rFonts w:ascii="Times New Roman" w:hAnsi="Times New Roman" w:cs="ＭＳ 明朝"/>
      <w:b/>
      <w:kern w:val="0"/>
      <w:sz w:val="22"/>
      <w:szCs w:val="32"/>
    </w:rPr>
  </w:style>
  <w:style w:type="character" w:customStyle="1" w:styleId="ac">
    <w:name w:val="記 (文字)"/>
    <w:link w:val="ab"/>
    <w:uiPriority w:val="99"/>
    <w:rsid w:val="00064D0E"/>
    <w:rPr>
      <w:rFonts w:ascii="Times New Roman" w:hAnsi="Times New Roman" w:cs="ＭＳ 明朝"/>
      <w:b/>
      <w:sz w:val="22"/>
      <w:szCs w:val="32"/>
    </w:rPr>
  </w:style>
  <w:style w:type="paragraph" w:styleId="ad">
    <w:name w:val="Closing"/>
    <w:basedOn w:val="a"/>
    <w:link w:val="ae"/>
    <w:uiPriority w:val="99"/>
    <w:unhideWhenUsed/>
    <w:rsid w:val="00064D0E"/>
    <w:pPr>
      <w:jc w:val="right"/>
    </w:pPr>
    <w:rPr>
      <w:rFonts w:ascii="Times New Roman" w:hAnsi="Times New Roman" w:cs="ＭＳ 明朝"/>
      <w:b/>
      <w:kern w:val="0"/>
      <w:sz w:val="22"/>
      <w:szCs w:val="32"/>
    </w:rPr>
  </w:style>
  <w:style w:type="character" w:customStyle="1" w:styleId="ae">
    <w:name w:val="結語 (文字)"/>
    <w:link w:val="ad"/>
    <w:uiPriority w:val="99"/>
    <w:rsid w:val="00064D0E"/>
    <w:rPr>
      <w:rFonts w:ascii="Times New Roman" w:hAnsi="Times New Roman" w:cs="ＭＳ 明朝"/>
      <w:b/>
      <w:sz w:val="22"/>
      <w:szCs w:val="32"/>
    </w:rPr>
  </w:style>
  <w:style w:type="paragraph" w:styleId="af">
    <w:name w:val="Balloon Text"/>
    <w:basedOn w:val="a"/>
    <w:link w:val="af0"/>
    <w:uiPriority w:val="99"/>
    <w:semiHidden/>
    <w:unhideWhenUsed/>
    <w:rsid w:val="00DB1E22"/>
    <w:rPr>
      <w:rFonts w:ascii="Arial" w:eastAsia="ＭＳ ゴシック" w:hAnsi="Arial"/>
      <w:sz w:val="18"/>
      <w:szCs w:val="18"/>
    </w:rPr>
  </w:style>
  <w:style w:type="character" w:customStyle="1" w:styleId="af0">
    <w:name w:val="吹き出し (文字)"/>
    <w:link w:val="af"/>
    <w:uiPriority w:val="99"/>
    <w:semiHidden/>
    <w:rsid w:val="00DB1E2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891231\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5373B-8EE0-4EFB-841A-1CDD3C5D3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2</TotalTime>
  <Pages>1</Pages>
  <Words>663</Words>
  <Characters>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oitapref</dc:creator>
  <cp:keywords/>
  <cp:lastModifiedBy>oitapref</cp:lastModifiedBy>
  <cp:revision>4</cp:revision>
  <cp:lastPrinted>2023-04-27T05:40:00Z</cp:lastPrinted>
  <dcterms:created xsi:type="dcterms:W3CDTF">2022-12-22T23:37:00Z</dcterms:created>
  <dcterms:modified xsi:type="dcterms:W3CDTF">2023-04-27T05:47:00Z</dcterms:modified>
</cp:coreProperties>
</file>